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2D050"/>
  <w:body>
    <w:p w:rsidR="00CB54DF" w:rsidRDefault="00087618">
      <w:pPr>
        <w:sectPr w:rsidR="00CB54DF">
          <w:pgSz w:w="15840" w:h="12240" w:orient="landscape"/>
          <w:pgMar w:top="720" w:right="720" w:bottom="720" w:left="720" w:header="720" w:footer="720" w:gutter="0"/>
          <w:cols w:space="720"/>
          <w:docGrid w:linePitch="360"/>
        </w:sectPr>
      </w:pPr>
      <w:r>
        <w:rPr>
          <w:noProof/>
        </w:rPr>
        <mc:AlternateContent>
          <mc:Choice Requires="wps">
            <w:drawing>
              <wp:anchor distT="0" distB="0" distL="114300" distR="114300" simplePos="0" relativeHeight="251666432" behindDoc="0" locked="0" layoutInCell="1" allowOverlap="1">
                <wp:simplePos x="0" y="0"/>
                <wp:positionH relativeFrom="column">
                  <wp:posOffset>6696075</wp:posOffset>
                </wp:positionH>
                <wp:positionV relativeFrom="paragraph">
                  <wp:posOffset>2743200</wp:posOffset>
                </wp:positionV>
                <wp:extent cx="2352675" cy="3990975"/>
                <wp:effectExtent l="19050" t="19050" r="38100" b="47625"/>
                <wp:wrapNone/>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3990975"/>
                        </a:xfrm>
                        <a:prstGeom prst="rect">
                          <a:avLst/>
                        </a:prstGeom>
                        <a:solidFill>
                          <a:schemeClr val="accent1">
                            <a:lumMod val="100000"/>
                            <a:lumOff val="0"/>
                          </a:schemeClr>
                        </a:solidFill>
                        <a:ln w="38100" cmpd="sng">
                          <a:solidFill>
                            <a:schemeClr val="lt1">
                              <a:lumMod val="95000"/>
                              <a:lumOff val="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rsidR="007E1466" w:rsidRDefault="007E1466">
                            <w:pPr>
                              <w:rPr>
                                <w:rFonts w:ascii="Goudy Stout" w:hAnsi="Goudy Stout"/>
                                <w:color w:val="000000" w:themeColor="text1"/>
                              </w:rPr>
                            </w:pPr>
                            <w:r>
                              <w:rPr>
                                <w:rFonts w:ascii="Goudy Stout" w:hAnsi="Goudy Stout"/>
                                <w:color w:val="C00000"/>
                              </w:rPr>
                              <w:t>F</w:t>
                            </w:r>
                            <w:r>
                              <w:rPr>
                                <w:rFonts w:ascii="Goudy Stout" w:hAnsi="Goudy Stout"/>
                                <w:color w:val="FF0000"/>
                              </w:rPr>
                              <w:t>U</w:t>
                            </w:r>
                            <w:r>
                              <w:rPr>
                                <w:rFonts w:ascii="Goudy Stout" w:hAnsi="Goudy Stout"/>
                                <w:color w:val="FFC000"/>
                              </w:rPr>
                              <w:t xml:space="preserve">N </w:t>
                            </w:r>
                            <w:r>
                              <w:rPr>
                                <w:rFonts w:ascii="Goudy Stout" w:hAnsi="Goudy Stout"/>
                                <w:color w:val="FFFF00"/>
                              </w:rPr>
                              <w:t>F</w:t>
                            </w:r>
                            <w:r>
                              <w:rPr>
                                <w:rFonts w:ascii="Goudy Stout" w:hAnsi="Goudy Stout"/>
                                <w:color w:val="92D050"/>
                              </w:rPr>
                              <w:t>A</w:t>
                            </w:r>
                            <w:r>
                              <w:rPr>
                                <w:rFonts w:ascii="Goudy Stout" w:hAnsi="Goudy Stout"/>
                                <w:color w:val="00B050"/>
                              </w:rPr>
                              <w:t>C</w:t>
                            </w:r>
                            <w:r>
                              <w:rPr>
                                <w:rFonts w:ascii="Goudy Stout" w:hAnsi="Goudy Stout"/>
                                <w:color w:val="00B0F0"/>
                              </w:rPr>
                              <w:t>T</w:t>
                            </w:r>
                            <w:r>
                              <w:rPr>
                                <w:rFonts w:ascii="Goudy Stout" w:hAnsi="Goudy Stout"/>
                                <w:color w:val="0070C0"/>
                              </w:rPr>
                              <w:t>S</w:t>
                            </w:r>
                            <w:r>
                              <w:rPr>
                                <w:rFonts w:ascii="Goudy Stout" w:hAnsi="Goudy Stout"/>
                                <w:color w:val="000000" w:themeColor="text1"/>
                              </w:rPr>
                              <w:t>:</w:t>
                            </w:r>
                          </w:p>
                          <w:p w:rsidR="007E1466" w:rsidRDefault="007E1466">
                            <w:pPr>
                              <w:rPr>
                                <w:rFonts w:ascii="Adobe Gothic Std B" w:eastAsia="Adobe Gothic Std B" w:hAnsi="Adobe Gothic Std B"/>
                                <w:color w:val="000000" w:themeColor="text1"/>
                              </w:rPr>
                            </w:pPr>
                            <w:r w:rsidRPr="007E1466">
                              <w:rPr>
                                <w:rFonts w:ascii="Adobe Gothic Std B" w:eastAsia="Adobe Gothic Std B" w:hAnsi="Adobe Gothic Std B"/>
                                <w:color w:val="000000" w:themeColor="text1"/>
                              </w:rPr>
                              <w:t>France is the most visited country in the world, with over 80 million visitors every year.</w:t>
                            </w:r>
                          </w:p>
                          <w:p w:rsidR="00087618" w:rsidRPr="007E1466" w:rsidRDefault="00087618">
                            <w:pPr>
                              <w:rPr>
                                <w:rFonts w:ascii="Adobe Gothic Std B" w:eastAsia="Adobe Gothic Std B" w:hAnsi="Adobe Gothic Std B"/>
                                <w:color w:val="000000" w:themeColor="text1"/>
                              </w:rPr>
                            </w:pPr>
                            <w:r w:rsidRPr="00087618">
                              <w:rPr>
                                <w:rFonts w:ascii="Adobe Gothic Std B" w:eastAsia="Adobe Gothic Std B" w:hAnsi="Adobe Gothic Std B"/>
                                <w:color w:val="000000" w:themeColor="text1"/>
                              </w:rPr>
                              <w:t>The famous Eiffel Tower in Paris was built as the entrance point for the 1889 World Fair. It is one of the most visited monuments in the world.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527.25pt;margin-top:3in;width:185.25pt;height:3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" fillcolor="#4f81bd [3204]" strokecolor="#f2f2f2 [3041]" strokeweight="3pt">
                <v:shadow on="t" color="#243f60 [1604]" opacity=".5" offset="1pt"/>
                <v:textbox>
                  <w:txbxContent>
                    <w:p w:rsidR="007E1466" w:rsidRDefault="007E1466">
                      <w:pPr>
                        <w:rPr>
                          <w:rFonts w:ascii="Goudy Stout" w:hAnsi="Goudy Stout"/>
                          <w:color w:val="000000" w:themeColor="text1"/>
                        </w:rPr>
                      </w:pPr>
                      <w:r>
                        <w:rPr>
                          <w:rFonts w:ascii="Goudy Stout" w:hAnsi="Goudy Stout"/>
                          <w:color w:val="C00000"/>
                        </w:rPr>
                        <w:t>F</w:t>
                      </w:r>
                      <w:r>
                        <w:rPr>
                          <w:rFonts w:ascii="Goudy Stout" w:hAnsi="Goudy Stout"/>
                          <w:color w:val="FF0000"/>
                        </w:rPr>
                        <w:t>U</w:t>
                      </w:r>
                      <w:r>
                        <w:rPr>
                          <w:rFonts w:ascii="Goudy Stout" w:hAnsi="Goudy Stout"/>
                          <w:color w:val="FFC000"/>
                        </w:rPr>
                        <w:t xml:space="preserve">N </w:t>
                      </w:r>
                      <w:r>
                        <w:rPr>
                          <w:rFonts w:ascii="Goudy Stout" w:hAnsi="Goudy Stout"/>
                          <w:color w:val="FFFF00"/>
                        </w:rPr>
                        <w:t>F</w:t>
                      </w:r>
                      <w:r>
                        <w:rPr>
                          <w:rFonts w:ascii="Goudy Stout" w:hAnsi="Goudy Stout"/>
                          <w:color w:val="92D050"/>
                        </w:rPr>
                        <w:t>A</w:t>
                      </w:r>
                      <w:r>
                        <w:rPr>
                          <w:rFonts w:ascii="Goudy Stout" w:hAnsi="Goudy Stout"/>
                          <w:color w:val="00B050"/>
                        </w:rPr>
                        <w:t>C</w:t>
                      </w:r>
                      <w:r>
                        <w:rPr>
                          <w:rFonts w:ascii="Goudy Stout" w:hAnsi="Goudy Stout"/>
                          <w:color w:val="00B0F0"/>
                        </w:rPr>
                        <w:t>T</w:t>
                      </w:r>
                      <w:r>
                        <w:rPr>
                          <w:rFonts w:ascii="Goudy Stout" w:hAnsi="Goudy Stout"/>
                          <w:color w:val="0070C0"/>
                        </w:rPr>
                        <w:t>S</w:t>
                      </w:r>
                      <w:r>
                        <w:rPr>
                          <w:rFonts w:ascii="Goudy Stout" w:hAnsi="Goudy Stout"/>
                          <w:color w:val="000000" w:themeColor="text1"/>
                        </w:rPr>
                        <w:t>:</w:t>
                      </w:r>
                    </w:p>
                    <w:p w:rsidR="007E1466" w:rsidRDefault="007E1466">
                      <w:pPr>
                        <w:rPr>
                          <w:rFonts w:ascii="Adobe Gothic Std B" w:eastAsia="Adobe Gothic Std B" w:hAnsi="Adobe Gothic Std B"/>
                          <w:color w:val="000000" w:themeColor="text1"/>
                        </w:rPr>
                      </w:pPr>
                      <w:r w:rsidRPr="007E1466">
                        <w:rPr>
                          <w:rFonts w:ascii="Adobe Gothic Std B" w:eastAsia="Adobe Gothic Std B" w:hAnsi="Adobe Gothic Std B"/>
                          <w:color w:val="000000" w:themeColor="text1"/>
                        </w:rPr>
                        <w:t>France is the most visited country in the world, with over 80 million visitors every year.</w:t>
                      </w:r>
                    </w:p>
                    <w:p w:rsidR="00087618" w:rsidRPr="007E1466" w:rsidRDefault="00087618">
                      <w:pPr>
                        <w:rPr>
                          <w:rFonts w:ascii="Adobe Gothic Std B" w:eastAsia="Adobe Gothic Std B" w:hAnsi="Adobe Gothic Std B"/>
                          <w:color w:val="000000" w:themeColor="text1"/>
                        </w:rPr>
                      </w:pPr>
                      <w:r w:rsidRPr="00087618">
                        <w:rPr>
                          <w:rFonts w:ascii="Adobe Gothic Std B" w:eastAsia="Adobe Gothic Std B" w:hAnsi="Adobe Gothic Std B"/>
                          <w:color w:val="000000" w:themeColor="text1"/>
                        </w:rPr>
                        <w:t>The famous Eiffel Tower in Paris was built as the entrance point for the 1889 World Fair. It is one of the most visited monuments in the world.</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ge">
                  <wp:posOffset>2313305</wp:posOffset>
                </wp:positionV>
                <wp:extent cx="2560320" cy="455295"/>
                <wp:effectExtent l="6985" t="6985" r="13970" b="13970"/>
                <wp:wrapNone/>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455295"/>
                        </a:xfrm>
                        <a:prstGeom prst="rect">
                          <a:avLst/>
                        </a:prstGeom>
                        <a:solidFill>
                          <a:srgbClr val="DAE1E8"/>
                        </a:solidFill>
                        <a:ln w="9525">
                          <a:solidFill>
                            <a:srgbClr val="00B0F0"/>
                          </a:solidFill>
                          <a:miter lim="800000"/>
                          <a:headEnd/>
                          <a:tailEnd/>
                        </a:ln>
                      </wps:spPr>
                      <wps:txbx>
                        <w:txbxContent>
                          <w:sdt>
                            <w:sdtPr>
                              <w:rPr>
                                <w:rFonts w:ascii="Adventure" w:hAnsi="Adventure"/>
                                <w:color w:val="FF0000"/>
                              </w:rPr>
                              <w:alias w:val="Company"/>
                              <w:id w:val="71674626"/>
                              <w:placeholder>
                                <w:docPart w:val="4F29C07EF5084C8A84D038C1FDFC4343"/>
                              </w:placeholder>
                              <w:dataBinding w:prefixMappings="xmlns:ns0='http://schemas.openxmlformats.org/officeDocument/2006/extended-properties'" w:xpath="/ns0:Properties[1]/ns0:Company[1]" w:storeItemID="{6668398D-A668-4E3E-A5EB-62B293D839F1}"/>
                              <w:text/>
                            </w:sdtPr>
                            <w:sdtEndPr/>
                            <w:sdtContent>
                              <w:p w:rsidR="00CB54DF" w:rsidRDefault="007E1466">
                                <w:pPr>
                                  <w:pStyle w:val="BrochureTitle"/>
                                </w:pPr>
                                <w:r>
                                  <w:rPr>
                                    <w:rFonts w:ascii="Adventure" w:hAnsi="Adventure"/>
                                    <w:color w:val="FF0000"/>
                                  </w:rPr>
                                  <w:t xml:space="preserve">        Map OF FRANCE</w:t>
                                </w:r>
                              </w:p>
                            </w:sdtContent>
                          </w:sdt>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50.4pt;margin-top:182.15pt;width:201.6pt;height:35.8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" fillcolor="#dae1e8" strokecolor="#00b0f0">
                <v:textbox>
                  <w:txbxContent>
                    <w:sdt>
                      <w:sdtPr>
                        <w:rPr>
                          <w:rFonts w:ascii="Adventure" w:hAnsi="Adventure"/>
                          <w:color w:val="FF0000"/>
                        </w:rPr>
                        <w:alias w:val="Company"/>
                        <w:id w:val="71674626"/>
                        <w:placeholder>
                          <w:docPart w:val="4F29C07EF5084C8A84D038C1FDFC4343"/>
                        </w:placeholder>
                        <w:dataBinding w:prefixMappings="xmlns:ns0='http://schemas.openxmlformats.org/officeDocument/2006/extended-properties'" w:xpath="/ns0:Properties[1]/ns0:Company[1]" w:storeItemID="{6668398D-A668-4E3E-A5EB-62B293D839F1}"/>
                        <w:text/>
                      </w:sdtPr>
                      <w:sdtEndPr/>
                      <w:sdtContent>
                        <w:p w:rsidR="00CB54DF" w:rsidRDefault="007E1466">
                          <w:pPr>
                            <w:pStyle w:val="BrochureTitle"/>
                          </w:pPr>
                          <w:r>
                            <w:rPr>
                              <w:rFonts w:ascii="Adventure" w:hAnsi="Adventure"/>
                              <w:color w:val="FF0000"/>
                            </w:rPr>
                            <w:t xml:space="preserve">        Map OF FRANCE</w:t>
                          </w:r>
                        </w:p>
                      </w:sdtContent>
                    </w:sdt>
                  </w:txbxContent>
                </v:textbox>
                <w10:wrap anchorx="margin" anchory="page"/>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3305175</wp:posOffset>
                </wp:positionH>
                <wp:positionV relativeFrom="paragraph">
                  <wp:posOffset>-314325</wp:posOffset>
                </wp:positionV>
                <wp:extent cx="2543175" cy="6962775"/>
                <wp:effectExtent l="9525" t="9525" r="9525" b="28575"/>
                <wp:wrapNone/>
                <wp:docPr id="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6962775"/>
                        </a:xfrm>
                        <a:prstGeom prst="rect">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cmpd="sng">
                          <a:solidFill>
                            <a:schemeClr val="accent1">
                              <a:lumMod val="60000"/>
                              <a:lumOff val="4000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rsidR="00AC3E30" w:rsidRDefault="00ED6934">
                            <w:pPr>
                              <w:rPr>
                                <w:sz w:val="24"/>
                                <w:szCs w:val="24"/>
                              </w:rPr>
                            </w:pPr>
                            <w:r>
                              <w:rPr>
                                <w:sz w:val="24"/>
                                <w:szCs w:val="24"/>
                              </w:rPr>
                              <w:t>Population: 65.million people living in France</w:t>
                            </w:r>
                          </w:p>
                          <w:p w:rsidR="00ED6934" w:rsidRDefault="00ED6934">
                            <w:pPr>
                              <w:rPr>
                                <w:sz w:val="24"/>
                                <w:szCs w:val="24"/>
                              </w:rPr>
                            </w:pPr>
                            <w:r>
                              <w:rPr>
                                <w:sz w:val="24"/>
                                <w:szCs w:val="24"/>
                              </w:rPr>
                              <w:t xml:space="preserve">Capital city: is Paris </w:t>
                            </w:r>
                          </w:p>
                          <w:p w:rsidR="00ED6934" w:rsidRDefault="00ED6934">
                            <w:pPr>
                              <w:rPr>
                                <w:sz w:val="24"/>
                                <w:szCs w:val="24"/>
                              </w:rPr>
                            </w:pPr>
                            <w:r>
                              <w:rPr>
                                <w:sz w:val="24"/>
                                <w:szCs w:val="24"/>
                              </w:rPr>
                              <w:t>Languages: French, Breton, Basque and Flemish.</w:t>
                            </w:r>
                          </w:p>
                          <w:p w:rsidR="00ED6934" w:rsidRDefault="00ED6934" w:rsidP="00ED6934">
                            <w:pPr>
                              <w:rPr>
                                <w:sz w:val="24"/>
                                <w:szCs w:val="24"/>
                              </w:rPr>
                            </w:pPr>
                            <w:r>
                              <w:rPr>
                                <w:sz w:val="24"/>
                                <w:szCs w:val="24"/>
                              </w:rPr>
                              <w:t xml:space="preserve">Climate: </w:t>
                            </w:r>
                            <w:r w:rsidRPr="00ED6934">
                              <w:rPr>
                                <w:sz w:val="24"/>
                                <w:szCs w:val="24"/>
                              </w:rPr>
                              <w:t>France has three separate and distinct climates. The area near the Mediterranean is warm and dry in the summer and has mild winters, the western area has cool summers and mild winters, and the area of the Rhone Valley has cooler weather and cold, snowy</w:t>
                            </w:r>
                            <w:r>
                              <w:rPr>
                                <w:sz w:val="24"/>
                                <w:szCs w:val="24"/>
                              </w:rPr>
                              <w:t xml:space="preserve"> winters.</w:t>
                            </w:r>
                          </w:p>
                          <w:p w:rsidR="00ED6934" w:rsidRDefault="00ED6934" w:rsidP="00ED6934">
                            <w:pPr>
                              <w:rPr>
                                <w:sz w:val="24"/>
                                <w:szCs w:val="24"/>
                              </w:rPr>
                            </w:pPr>
                            <w:r>
                              <w:rPr>
                                <w:sz w:val="24"/>
                                <w:szCs w:val="24"/>
                              </w:rPr>
                              <w:t>Religion</w:t>
                            </w:r>
                            <w:r w:rsidR="00087618">
                              <w:rPr>
                                <w:sz w:val="24"/>
                                <w:szCs w:val="24"/>
                              </w:rPr>
                              <w:t>s</w:t>
                            </w:r>
                            <w:r>
                              <w:rPr>
                                <w:sz w:val="24"/>
                                <w:szCs w:val="24"/>
                              </w:rPr>
                              <w:t xml:space="preserve">: </w:t>
                            </w:r>
                            <w:r w:rsidR="00087618">
                              <w:rPr>
                                <w:sz w:val="24"/>
                                <w:szCs w:val="24"/>
                              </w:rPr>
                              <w:t xml:space="preserve">Christians and  </w:t>
                            </w:r>
                            <w:r>
                              <w:rPr>
                                <w:sz w:val="24"/>
                                <w:szCs w:val="24"/>
                              </w:rPr>
                              <w:t>Roman.</w:t>
                            </w:r>
                          </w:p>
                          <w:p w:rsidR="007E1466" w:rsidRPr="007E1466" w:rsidRDefault="00ED6934" w:rsidP="007E1466">
                            <w:pPr>
                              <w:rPr>
                                <w:sz w:val="24"/>
                                <w:szCs w:val="24"/>
                              </w:rPr>
                            </w:pPr>
                            <w:r>
                              <w:rPr>
                                <w:sz w:val="24"/>
                                <w:szCs w:val="24"/>
                              </w:rPr>
                              <w:t xml:space="preserve">Physical environment:  </w:t>
                            </w:r>
                            <w:r w:rsidRPr="00ED6934">
                              <w:rPr>
                                <w:sz w:val="24"/>
                                <w:szCs w:val="24"/>
                              </w:rPr>
                              <w:t>France's basic law for the protection of water resources dates from 1964. Water pollution is a serious problem in France due to the accumulation of industrial contaminants, agricultural nitrates, and waste from the nation's cities. France's cities produce about 18.7 million tons of</w:t>
                            </w:r>
                            <w:r w:rsidR="007E1466">
                              <w:rPr>
                                <w:sz w:val="24"/>
                                <w:szCs w:val="24"/>
                              </w:rPr>
                              <w:t xml:space="preserve"> solid waste per year. </w:t>
                            </w:r>
                            <w:r w:rsidR="007E1466" w:rsidRPr="007E1466">
                              <w:rPr>
                                <w:sz w:val="24"/>
                                <w:szCs w:val="24"/>
                              </w:rPr>
                              <w:t>As of 1994, 20% of France's forests were damaged due to acid rain and other contaminants. The mid-1970s brought passage of laws governing air pollution, waste disposal, and chemicals</w:t>
                            </w:r>
                            <w:r w:rsidR="007E1466">
                              <w:rPr>
                                <w:sz w:val="24"/>
                                <w:szCs w:val="24"/>
                              </w:rPr>
                              <w:t>.</w:t>
                            </w:r>
                          </w:p>
                          <w:p w:rsidR="007E1466" w:rsidRPr="007E1466" w:rsidRDefault="007E1466" w:rsidP="007E1466">
                            <w:pPr>
                              <w:rPr>
                                <w:sz w:val="24"/>
                                <w:szCs w:val="24"/>
                              </w:rPr>
                            </w:pPr>
                          </w:p>
                          <w:p w:rsidR="00ED6934" w:rsidRPr="00ED6934" w:rsidRDefault="007E1466" w:rsidP="007E1466">
                            <w:pPr>
                              <w:rPr>
                                <w:sz w:val="24"/>
                                <w:szCs w:val="24"/>
                              </w:rPr>
                            </w:pPr>
                            <w:r w:rsidRPr="007E1466">
                              <w:rPr>
                                <w:sz w:val="24"/>
                                <w:szCs w:val="24"/>
                              </w:rPr>
                              <w:t>Read more: http://www.nationsencyclopedia.com/Europe/France-ENVIRONMENT.html#ixzz2ihnkAJ8G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260.25pt;margin-top:-24.75pt;width:200.25pt;height:548.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" fillcolor="#95b3d7 [1940]" strokecolor="#95b3d7 [1940]" strokeweight="1pt">
                <v:fill color2="#dbe5f1 [660]" angle="135" focus="50%" type="gradient"/>
                <v:shadow on="t" color="#243f60 [1604]" opacity=".5" offset="1pt"/>
                <v:textbox>
                  <w:txbxContent>
                    <w:p w:rsidR="00AC3E30" w:rsidRDefault="00ED6934">
                      <w:pPr>
                        <w:rPr>
                          <w:sz w:val="24"/>
                          <w:szCs w:val="24"/>
                        </w:rPr>
                      </w:pPr>
                      <w:r>
                        <w:rPr>
                          <w:sz w:val="24"/>
                          <w:szCs w:val="24"/>
                        </w:rPr>
                        <w:t>Population: 65.million people living in France</w:t>
                      </w:r>
                    </w:p>
                    <w:p w:rsidR="00ED6934" w:rsidRDefault="00ED6934">
                      <w:pPr>
                        <w:rPr>
                          <w:sz w:val="24"/>
                          <w:szCs w:val="24"/>
                        </w:rPr>
                      </w:pPr>
                      <w:r>
                        <w:rPr>
                          <w:sz w:val="24"/>
                          <w:szCs w:val="24"/>
                        </w:rPr>
                        <w:t xml:space="preserve">Capital city: is Paris </w:t>
                      </w:r>
                    </w:p>
                    <w:p w:rsidR="00ED6934" w:rsidRDefault="00ED6934">
                      <w:pPr>
                        <w:rPr>
                          <w:sz w:val="24"/>
                          <w:szCs w:val="24"/>
                        </w:rPr>
                      </w:pPr>
                      <w:r>
                        <w:rPr>
                          <w:sz w:val="24"/>
                          <w:szCs w:val="24"/>
                        </w:rPr>
                        <w:t>Languages: French, Breton, Basque and Flemish.</w:t>
                      </w:r>
                    </w:p>
                    <w:p w:rsidR="00ED6934" w:rsidRDefault="00ED6934" w:rsidP="00ED6934">
                      <w:pPr>
                        <w:rPr>
                          <w:sz w:val="24"/>
                          <w:szCs w:val="24"/>
                        </w:rPr>
                      </w:pPr>
                      <w:r>
                        <w:rPr>
                          <w:sz w:val="24"/>
                          <w:szCs w:val="24"/>
                        </w:rPr>
                        <w:t xml:space="preserve">Climate: </w:t>
                      </w:r>
                      <w:r w:rsidRPr="00ED6934">
                        <w:rPr>
                          <w:sz w:val="24"/>
                          <w:szCs w:val="24"/>
                        </w:rPr>
                        <w:t>France has three separate and distinct climates. The area near the Mediterranean is warm and dry in the summer and has mild winters, the western area has cool summers and mild winters, and the area of the Rhone Valley has cooler weather and cold, snowy</w:t>
                      </w:r>
                      <w:r>
                        <w:rPr>
                          <w:sz w:val="24"/>
                          <w:szCs w:val="24"/>
                        </w:rPr>
                        <w:t xml:space="preserve"> winters.</w:t>
                      </w:r>
                    </w:p>
                    <w:p w:rsidR="00ED6934" w:rsidRDefault="00ED6934" w:rsidP="00ED6934">
                      <w:pPr>
                        <w:rPr>
                          <w:sz w:val="24"/>
                          <w:szCs w:val="24"/>
                        </w:rPr>
                      </w:pPr>
                      <w:r>
                        <w:rPr>
                          <w:sz w:val="24"/>
                          <w:szCs w:val="24"/>
                        </w:rPr>
                        <w:t>Religion</w:t>
                      </w:r>
                      <w:r w:rsidR="00087618">
                        <w:rPr>
                          <w:sz w:val="24"/>
                          <w:szCs w:val="24"/>
                        </w:rPr>
                        <w:t>s</w:t>
                      </w:r>
                      <w:r>
                        <w:rPr>
                          <w:sz w:val="24"/>
                          <w:szCs w:val="24"/>
                        </w:rPr>
                        <w:t xml:space="preserve">: </w:t>
                      </w:r>
                      <w:r w:rsidR="00087618">
                        <w:rPr>
                          <w:sz w:val="24"/>
                          <w:szCs w:val="24"/>
                        </w:rPr>
                        <w:t xml:space="preserve">Christians and  </w:t>
                      </w:r>
                      <w:r>
                        <w:rPr>
                          <w:sz w:val="24"/>
                          <w:szCs w:val="24"/>
                        </w:rPr>
                        <w:t>Roman.</w:t>
                      </w:r>
                    </w:p>
                    <w:p w:rsidR="007E1466" w:rsidRPr="007E1466" w:rsidRDefault="00ED6934" w:rsidP="007E1466">
                      <w:pPr>
                        <w:rPr>
                          <w:sz w:val="24"/>
                          <w:szCs w:val="24"/>
                        </w:rPr>
                      </w:pPr>
                      <w:r>
                        <w:rPr>
                          <w:sz w:val="24"/>
                          <w:szCs w:val="24"/>
                        </w:rPr>
                        <w:t xml:space="preserve">Physical environment:  </w:t>
                      </w:r>
                      <w:r w:rsidRPr="00ED6934">
                        <w:rPr>
                          <w:sz w:val="24"/>
                          <w:szCs w:val="24"/>
                        </w:rPr>
                        <w:t>France's basic law for the protection of water resources dates from 1964. Water pollution is a serious problem in France due to the accumulation of industrial contaminants, agricultural nitrates, and waste from the nation's cities. France's cities produce about 18.7 million tons of</w:t>
                      </w:r>
                      <w:r w:rsidR="007E1466">
                        <w:rPr>
                          <w:sz w:val="24"/>
                          <w:szCs w:val="24"/>
                        </w:rPr>
                        <w:t xml:space="preserve"> solid waste per year. </w:t>
                      </w:r>
                      <w:r w:rsidR="007E1466" w:rsidRPr="007E1466">
                        <w:rPr>
                          <w:sz w:val="24"/>
                          <w:szCs w:val="24"/>
                        </w:rPr>
                        <w:t>As of 1994, 20% of France's forests were damaged due to acid rain and other contaminants. The mid-1970s brought passage of laws governing air pollution, waste disposal, and chemicals</w:t>
                      </w:r>
                      <w:r w:rsidR="007E1466">
                        <w:rPr>
                          <w:sz w:val="24"/>
                          <w:szCs w:val="24"/>
                        </w:rPr>
                        <w:t>.</w:t>
                      </w:r>
                    </w:p>
                    <w:p w:rsidR="007E1466" w:rsidRPr="007E1466" w:rsidRDefault="007E1466" w:rsidP="007E1466">
                      <w:pPr>
                        <w:rPr>
                          <w:sz w:val="24"/>
                          <w:szCs w:val="24"/>
                        </w:rPr>
                      </w:pPr>
                    </w:p>
                    <w:p w:rsidR="00ED6934" w:rsidRPr="00ED6934" w:rsidRDefault="007E1466" w:rsidP="007E1466">
                      <w:pPr>
                        <w:rPr>
                          <w:sz w:val="24"/>
                          <w:szCs w:val="24"/>
                        </w:rPr>
                      </w:pPr>
                      <w:r w:rsidRPr="007E1466">
                        <w:rPr>
                          <w:sz w:val="24"/>
                          <w:szCs w:val="24"/>
                        </w:rPr>
                        <w:t>Read more: http://www.nationsencyclopedia.com/Europe/France-ENVIRONMENT.html#ixzz2ihnkAJ8G</w:t>
                      </w:r>
                    </w:p>
                  </w:txbxContent>
                </v:textbox>
              </v:shape>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margin">
                  <wp:align>left</wp:align>
                </wp:positionH>
                <wp:positionV relativeFrom="margin">
                  <wp:align>bottom</wp:align>
                </wp:positionV>
                <wp:extent cx="2560320" cy="7406640"/>
                <wp:effectExtent l="0" t="3810" r="11430" b="28575"/>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7406640"/>
                        </a:xfrm>
                        <a:prstGeom prst="rect">
                          <a:avLst/>
                        </a:prstGeom>
                        <a:gradFill rotWithShape="0">
                          <a:gsLst>
                            <a:gs pos="0">
                              <a:schemeClr val="accent1">
                                <a:lumMod val="100000"/>
                                <a:lumOff val="0"/>
                                <a:alpha val="0"/>
                              </a:schemeClr>
                            </a:gs>
                            <a:gs pos="100000">
                              <a:schemeClr val="accent1">
                                <a:lumMod val="74000"/>
                                <a:lumOff val="0"/>
                              </a:schemeClr>
                            </a:gs>
                          </a:gsLst>
                          <a:path path="shape">
                            <a:fillToRect l="50000" t="50000" r="50000" b="50000"/>
                          </a:path>
                        </a:gradFill>
                        <a:ln>
                          <a:noFill/>
                        </a:ln>
                        <a:effectLst>
                          <a:outerShdw dist="28398" dir="3806097" algn="ctr" rotWithShape="0">
                            <a:schemeClr val="accent1">
                              <a:lumMod val="50000"/>
                              <a:lumOff val="0"/>
                            </a:schemeClr>
                          </a:outerShdw>
                        </a:effectLst>
                        <a:extLst>
                          <a:ext uri="{91240B29-F687-4F45-9708-019B960494DF}">
                            <a14:hiddenLine xmlns:a14="http://schemas.microsoft.com/office/drawing/2010/main" w="0" cmpd="sng">
                              <a:solidFill>
                                <a:srgbClr val="000000"/>
                              </a:solidFill>
                              <a:prstDash val="solid"/>
                              <a:miter lim="800000"/>
                              <a:headEnd/>
                              <a:tailEnd/>
                            </a14:hiddenLine>
                          </a:ext>
                        </a:extLst>
                      </wps:spPr>
                      <wps:txbx>
                        <w:txbxContent>
                          <w:p w:rsidR="002069C8" w:rsidRPr="002069C8" w:rsidRDefault="002069C8" w:rsidP="0022743C">
                            <w:pPr>
                              <w:pStyle w:val="SectionHeading2"/>
                              <w:rPr>
                                <w:rFonts w:ascii="Adventure" w:hAnsi="Adventure"/>
                                <w:color w:val="FF0000"/>
                                <w:sz w:val="36"/>
                                <w:szCs w:val="36"/>
                              </w:rPr>
                            </w:pPr>
                            <w:r>
                              <w:rPr>
                                <w:sz w:val="36"/>
                                <w:szCs w:val="36"/>
                              </w:rPr>
                              <w:t xml:space="preserve">         </w:t>
                            </w:r>
                            <w:r>
                              <w:rPr>
                                <w:rFonts w:ascii="Adventure" w:hAnsi="Adventure"/>
                                <w:sz w:val="36"/>
                                <w:szCs w:val="36"/>
                              </w:rPr>
                              <w:t xml:space="preserve">Flag </w:t>
                            </w:r>
                            <w:r>
                              <w:rPr>
                                <w:rFonts w:ascii="Adventure" w:hAnsi="Adventure"/>
                                <w:color w:val="FFFFFF" w:themeColor="background1"/>
                                <w:sz w:val="36"/>
                                <w:szCs w:val="36"/>
                              </w:rPr>
                              <w:t xml:space="preserve">of </w:t>
                            </w:r>
                            <w:r>
                              <w:rPr>
                                <w:rFonts w:ascii="Adventure" w:hAnsi="Adventure"/>
                                <w:color w:val="FF0000"/>
                                <w:sz w:val="36"/>
                                <w:szCs w:val="36"/>
                              </w:rPr>
                              <w:t>FRANCE</w:t>
                            </w:r>
                          </w:p>
                          <w:p w:rsidR="002069C8" w:rsidRPr="002069C8" w:rsidRDefault="002069C8" w:rsidP="002069C8">
                            <w:pPr>
                              <w:pStyle w:val="SectionHeading2"/>
                              <w:rPr>
                                <w:sz w:val="36"/>
                                <w:szCs w:val="36"/>
                              </w:rPr>
                            </w:pPr>
                            <w:r>
                              <w:rPr>
                                <w:noProof/>
                                <w:sz w:val="36"/>
                                <w:szCs w:val="36"/>
                              </w:rPr>
                              <w:drawing>
                                <wp:inline distT="0" distB="0" distL="0" distR="0" wp14:anchorId="41F08DF4" wp14:editId="44829DA3">
                                  <wp:extent cx="2352675" cy="857250"/>
                                  <wp:effectExtent l="0" t="0" r="0" b="0"/>
                                  <wp:docPr id="1" name="Picture 1" descr="C:\Users\files\Pictures\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les\Pictures\downlo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857250"/>
                                          </a:xfrm>
                                          <a:prstGeom prst="rect">
                                            <a:avLst/>
                                          </a:prstGeom>
                                          <a:noFill/>
                                          <a:ln>
                                            <a:noFill/>
                                          </a:ln>
                                        </pic:spPr>
                                      </pic:pic>
                                    </a:graphicData>
                                  </a:graphic>
                                </wp:inline>
                              </w:drawing>
                            </w:r>
                          </w:p>
                          <w:p w:rsidR="00CB54DF" w:rsidRPr="00ED6934" w:rsidRDefault="0022743C" w:rsidP="00ED6934">
                            <w:pPr>
                              <w:pStyle w:val="BrochureCopy"/>
                              <w:rPr>
                                <w:sz w:val="28"/>
                                <w:szCs w:val="28"/>
                              </w:rPr>
                            </w:pPr>
                            <w:r>
                              <w:t xml:space="preserve">  </w:t>
                            </w:r>
                            <w:r w:rsidRPr="00ED6934">
                              <w:rPr>
                                <w:sz w:val="28"/>
                                <w:szCs w:val="28"/>
                              </w:rPr>
                              <w:t xml:space="preserve"> France</w:t>
                            </w:r>
                          </w:p>
                          <w:p w:rsidR="002069C8" w:rsidRDefault="0022743C" w:rsidP="00ED6934">
                            <w:pPr>
                              <w:pStyle w:val="BrochureCopy"/>
                              <w:rPr>
                                <w:sz w:val="24"/>
                                <w:szCs w:val="24"/>
                              </w:rPr>
                            </w:pPr>
                            <w:r>
                              <w:rPr>
                                <w:sz w:val="24"/>
                                <w:szCs w:val="24"/>
                              </w:rPr>
                              <w:t>Culture Diffusion: The French are famous for their love of food. Many restaurants can be found in the U.S, even in Vail, Colorado. They also Export many of their good foods, and the French are famous for their big idea of creating punk rock music</w:t>
                            </w:r>
                            <w:r w:rsidR="002069C8">
                              <w:rPr>
                                <w:sz w:val="24"/>
                                <w:szCs w:val="24"/>
                              </w:rPr>
                              <w:t>.</w:t>
                            </w:r>
                          </w:p>
                          <w:p w:rsidR="0022743C" w:rsidRPr="00ED6934" w:rsidRDefault="002069C8" w:rsidP="00ED6934">
                            <w:pPr>
                              <w:pStyle w:val="BrochureCopy"/>
                              <w:rPr>
                                <w:sz w:val="24"/>
                                <w:szCs w:val="24"/>
                              </w:rPr>
                            </w:pPr>
                            <w:r w:rsidRPr="00ED6934">
                              <w:rPr>
                                <w:sz w:val="24"/>
                                <w:szCs w:val="24"/>
                              </w:rPr>
                              <w:t xml:space="preserve">Economy: The Economy for France is to a rogue Economy, The Agriculture for France </w:t>
                            </w:r>
                            <w:r w:rsidR="00442D58" w:rsidRPr="00ED6934">
                              <w:rPr>
                                <w:sz w:val="24"/>
                                <w:szCs w:val="24"/>
                              </w:rPr>
                              <w:t xml:space="preserve">grows wheat, cereal, sugar beets, and potato’s and wine grapes. The Jobs that most people work in are an industry that is 71.5% of the people and the other job is farming and that is 24.4% of the people. </w:t>
                            </w:r>
                          </w:p>
                          <w:p w:rsidR="00442D58" w:rsidRPr="00ED6934" w:rsidRDefault="00442D58" w:rsidP="00ED6934">
                            <w:pPr>
                              <w:pStyle w:val="BrochureCopy"/>
                              <w:rPr>
                                <w:sz w:val="24"/>
                                <w:szCs w:val="24"/>
                              </w:rPr>
                            </w:pPr>
                            <w:r w:rsidRPr="00ED6934">
                              <w:rPr>
                                <w:sz w:val="24"/>
                                <w:szCs w:val="24"/>
                              </w:rPr>
                              <w:t xml:space="preserve">Resource: coal, iron and gypsum </w:t>
                            </w:r>
                          </w:p>
                          <w:p w:rsidR="00442D58" w:rsidRPr="00ED6934" w:rsidRDefault="00AC3E30" w:rsidP="00ED6934">
                            <w:pPr>
                              <w:pStyle w:val="BrochureCopy"/>
                              <w:rPr>
                                <w:sz w:val="24"/>
                                <w:szCs w:val="24"/>
                              </w:rPr>
                            </w:pPr>
                            <w:r w:rsidRPr="00ED6934">
                              <w:rPr>
                                <w:sz w:val="24"/>
                                <w:szCs w:val="24"/>
                              </w:rPr>
                              <w:t>Export: Machinery, aircraft, plastics and chemical products.</w:t>
                            </w:r>
                          </w:p>
                          <w:p w:rsidR="00AC3E30" w:rsidRPr="00ED6934" w:rsidRDefault="00AC3E30" w:rsidP="00ED6934">
                            <w:pPr>
                              <w:pStyle w:val="BrochureCopy"/>
                              <w:rPr>
                                <w:sz w:val="24"/>
                                <w:szCs w:val="24"/>
                              </w:rPr>
                            </w:pPr>
                            <w:r w:rsidRPr="00ED6934">
                              <w:rPr>
                                <w:sz w:val="24"/>
                                <w:szCs w:val="24"/>
                              </w:rPr>
                              <w:t xml:space="preserve">Import: vehicles, crude oil and aircrafts and France trades with Germany, Spain, U.K. and many other places </w:t>
                            </w:r>
                          </w:p>
                          <w:p w:rsidR="00ED6934" w:rsidRDefault="00ED693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margin-left:0;margin-top:0;width:201.6pt;height:583.2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" fillcolor="#4f81bd [3204]" stroked="f" strokeweight="0">
                <v:fill opacity="0" color2="#365e8f [2372]" focusposition=".5,.5" focussize="" focus="100%" type="gradientRadial"/>
                <v:shadow on="t" color="#243f60 [1604]" offset="1pt"/>
                <v:textbox>
                  <w:txbxContent>
                    <w:p w:rsidR="002069C8" w:rsidRPr="002069C8" w:rsidRDefault="002069C8" w:rsidP="0022743C">
                      <w:pPr>
                        <w:pStyle w:val="SectionHeading2"/>
                        <w:rPr>
                          <w:rFonts w:ascii="Adventure" w:hAnsi="Adventure"/>
                          <w:color w:val="FF0000"/>
                          <w:sz w:val="36"/>
                          <w:szCs w:val="36"/>
                        </w:rPr>
                      </w:pPr>
                      <w:r>
                        <w:rPr>
                          <w:sz w:val="36"/>
                          <w:szCs w:val="36"/>
                        </w:rPr>
                        <w:t xml:space="preserve">         </w:t>
                      </w:r>
                      <w:r>
                        <w:rPr>
                          <w:rFonts w:ascii="Adventure" w:hAnsi="Adventure"/>
                          <w:sz w:val="36"/>
                          <w:szCs w:val="36"/>
                        </w:rPr>
                        <w:t xml:space="preserve">Flag </w:t>
                      </w:r>
                      <w:r>
                        <w:rPr>
                          <w:rFonts w:ascii="Adventure" w:hAnsi="Adventure"/>
                          <w:color w:val="FFFFFF" w:themeColor="background1"/>
                          <w:sz w:val="36"/>
                          <w:szCs w:val="36"/>
                        </w:rPr>
                        <w:t xml:space="preserve">of </w:t>
                      </w:r>
                      <w:r>
                        <w:rPr>
                          <w:rFonts w:ascii="Adventure" w:hAnsi="Adventure"/>
                          <w:color w:val="FF0000"/>
                          <w:sz w:val="36"/>
                          <w:szCs w:val="36"/>
                        </w:rPr>
                        <w:t>FRANCE</w:t>
                      </w:r>
                    </w:p>
                    <w:p w:rsidR="002069C8" w:rsidRPr="002069C8" w:rsidRDefault="002069C8" w:rsidP="002069C8">
                      <w:pPr>
                        <w:pStyle w:val="SectionHeading2"/>
                        <w:rPr>
                          <w:sz w:val="36"/>
                          <w:szCs w:val="36"/>
                        </w:rPr>
                      </w:pPr>
                      <w:r>
                        <w:rPr>
                          <w:noProof/>
                          <w:sz w:val="36"/>
                          <w:szCs w:val="36"/>
                        </w:rPr>
                        <w:drawing>
                          <wp:inline distT="0" distB="0" distL="0" distR="0" wp14:anchorId="41F08DF4" wp14:editId="44829DA3">
                            <wp:extent cx="2352675" cy="857250"/>
                            <wp:effectExtent l="0" t="0" r="0" b="0"/>
                            <wp:docPr id="1" name="Picture 1" descr="C:\Users\files\Pictures\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iles\Pictures\downlo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857250"/>
                                    </a:xfrm>
                                    <a:prstGeom prst="rect">
                                      <a:avLst/>
                                    </a:prstGeom>
                                    <a:noFill/>
                                    <a:ln>
                                      <a:noFill/>
                                    </a:ln>
                                  </pic:spPr>
                                </pic:pic>
                              </a:graphicData>
                            </a:graphic>
                          </wp:inline>
                        </w:drawing>
                      </w:r>
                    </w:p>
                    <w:p w:rsidR="00CB54DF" w:rsidRPr="00ED6934" w:rsidRDefault="0022743C" w:rsidP="00ED6934">
                      <w:pPr>
                        <w:pStyle w:val="BrochureCopy"/>
                        <w:rPr>
                          <w:sz w:val="28"/>
                          <w:szCs w:val="28"/>
                        </w:rPr>
                      </w:pPr>
                      <w:r>
                        <w:t xml:space="preserve">  </w:t>
                      </w:r>
                      <w:r w:rsidRPr="00ED6934">
                        <w:rPr>
                          <w:sz w:val="28"/>
                          <w:szCs w:val="28"/>
                        </w:rPr>
                        <w:t xml:space="preserve"> France</w:t>
                      </w:r>
                    </w:p>
                    <w:p w:rsidR="002069C8" w:rsidRDefault="0022743C" w:rsidP="00ED6934">
                      <w:pPr>
                        <w:pStyle w:val="BrochureCopy"/>
                        <w:rPr>
                          <w:sz w:val="24"/>
                          <w:szCs w:val="24"/>
                        </w:rPr>
                      </w:pPr>
                      <w:r>
                        <w:rPr>
                          <w:sz w:val="24"/>
                          <w:szCs w:val="24"/>
                        </w:rPr>
                        <w:t>Culture Diffusion: The French are famous for their love of food. Many restaurants can be found in the U.S, even in Vail, Colorado. They also Export many of their good foods, and the French are famous for their big idea of creating punk rock music</w:t>
                      </w:r>
                      <w:r w:rsidR="002069C8">
                        <w:rPr>
                          <w:sz w:val="24"/>
                          <w:szCs w:val="24"/>
                        </w:rPr>
                        <w:t>.</w:t>
                      </w:r>
                    </w:p>
                    <w:p w:rsidR="0022743C" w:rsidRPr="00ED6934" w:rsidRDefault="002069C8" w:rsidP="00ED6934">
                      <w:pPr>
                        <w:pStyle w:val="BrochureCopy"/>
                        <w:rPr>
                          <w:sz w:val="24"/>
                          <w:szCs w:val="24"/>
                        </w:rPr>
                      </w:pPr>
                      <w:r w:rsidRPr="00ED6934">
                        <w:rPr>
                          <w:sz w:val="24"/>
                          <w:szCs w:val="24"/>
                        </w:rPr>
                        <w:t xml:space="preserve">Economy: The Economy for France is to a rogue Economy, The Agriculture for France </w:t>
                      </w:r>
                      <w:r w:rsidR="00442D58" w:rsidRPr="00ED6934">
                        <w:rPr>
                          <w:sz w:val="24"/>
                          <w:szCs w:val="24"/>
                        </w:rPr>
                        <w:t xml:space="preserve">grows wheat, cereal, sugar beets, and potato’s and wine grapes. The Jobs that most people work in are an industry that is 71.5% of the people and the other job is farming and that is 24.4% of the people. </w:t>
                      </w:r>
                    </w:p>
                    <w:p w:rsidR="00442D58" w:rsidRPr="00ED6934" w:rsidRDefault="00442D58" w:rsidP="00ED6934">
                      <w:pPr>
                        <w:pStyle w:val="BrochureCopy"/>
                        <w:rPr>
                          <w:sz w:val="24"/>
                          <w:szCs w:val="24"/>
                        </w:rPr>
                      </w:pPr>
                      <w:r w:rsidRPr="00ED6934">
                        <w:rPr>
                          <w:sz w:val="24"/>
                          <w:szCs w:val="24"/>
                        </w:rPr>
                        <w:t xml:space="preserve">Resource: coal, iron and gypsum </w:t>
                      </w:r>
                    </w:p>
                    <w:p w:rsidR="00442D58" w:rsidRPr="00ED6934" w:rsidRDefault="00AC3E30" w:rsidP="00ED6934">
                      <w:pPr>
                        <w:pStyle w:val="BrochureCopy"/>
                        <w:rPr>
                          <w:sz w:val="24"/>
                          <w:szCs w:val="24"/>
                        </w:rPr>
                      </w:pPr>
                      <w:r w:rsidRPr="00ED6934">
                        <w:rPr>
                          <w:sz w:val="24"/>
                          <w:szCs w:val="24"/>
                        </w:rPr>
                        <w:t>Export: Machinery, aircraft, plastics and chemical products.</w:t>
                      </w:r>
                    </w:p>
                    <w:p w:rsidR="00AC3E30" w:rsidRPr="00ED6934" w:rsidRDefault="00AC3E30" w:rsidP="00ED6934">
                      <w:pPr>
                        <w:pStyle w:val="BrochureCopy"/>
                        <w:rPr>
                          <w:sz w:val="24"/>
                          <w:szCs w:val="24"/>
                        </w:rPr>
                      </w:pPr>
                      <w:r w:rsidRPr="00ED6934">
                        <w:rPr>
                          <w:sz w:val="24"/>
                          <w:szCs w:val="24"/>
                        </w:rPr>
                        <w:t xml:space="preserve">Import: vehicles, crude oil and aircrafts and France trades with Germany, Spain, U.K. and many other places </w:t>
                      </w:r>
                    </w:p>
                    <w:p w:rsidR="00ED6934" w:rsidRDefault="00ED6934"/>
                  </w:txbxContent>
                </v:textbox>
                <w10:wrap anchorx="margin" anchory="margin"/>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margin">
                  <wp:align>bottom</wp:align>
                </wp:positionV>
                <wp:extent cx="2862580" cy="7267575"/>
                <wp:effectExtent l="13970" t="9525" r="9525" b="2857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267575"/>
                        </a:xfrm>
                        <a:prstGeom prst="rect">
                          <a:avLst/>
                        </a:prstGeom>
                        <a:gradFill rotWithShape="1">
                          <a:gsLst>
                            <a:gs pos="0">
                              <a:schemeClr val="accent1">
                                <a:lumMod val="60000"/>
                                <a:lumOff val="40000"/>
                                <a:alpha val="0"/>
                              </a:schemeClr>
                            </a:gs>
                            <a:gs pos="50000">
                              <a:schemeClr val="accent1">
                                <a:lumMod val="20000"/>
                                <a:lumOff val="80000"/>
                              </a:schemeClr>
                            </a:gs>
                            <a:gs pos="100000">
                              <a:schemeClr val="accent1">
                                <a:lumMod val="60000"/>
                                <a:lumOff val="40000"/>
                                <a:alpha val="0"/>
                              </a:schemeClr>
                            </a:gs>
                          </a:gsLst>
                          <a:lin ang="18900000" scaled="1"/>
                        </a:gradFill>
                        <a:ln w="12700" cmpd="sng">
                          <a:solidFill>
                            <a:schemeClr val="accent1">
                              <a:lumMod val="60000"/>
                              <a:lumOff val="4000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rsidR="00CB54DF" w:rsidRPr="00ED6934" w:rsidRDefault="00ED6934">
                            <w:pPr>
                              <w:pStyle w:val="WebSiteAddress"/>
                              <w:rPr>
                                <w:sz w:val="32"/>
                                <w:szCs w:val="32"/>
                              </w:rPr>
                            </w:pPr>
                            <w:r>
                              <w:rPr>
                                <w:sz w:val="32"/>
                                <w:szCs w:val="32"/>
                              </w:rPr>
                              <w:t xml:space="preserve">                </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0;margin-top:0;width:225.4pt;height:572.25pt;z-index:251661312;visibility:visible;mso-wrap-style:square;mso-width-percent:0;mso-height-percent:0;mso-wrap-distance-left:9pt;mso-wrap-distance-top:0;mso-wrap-distance-right:9pt;mso-wrap-distance-bottom:0;mso-position-horizontal:center;mso-position-horizontal-relative:page;mso-position-vertical:bottom;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" fillcolor="#95b3d7 [1940]" strokecolor="#95b3d7 [1940]" strokeweight="1pt">
                <v:fill opacity="0" color2="#dbe5f1 [660]" rotate="t" angle="135" focus="50%" type="gradient"/>
                <v:shadow on="t" color="#243f60 [1604]" opacity=".5" offset="1pt"/>
                <v:textbox inset=",7.2pt,,7.2pt">
                  <w:txbxContent>
                    <w:p w:rsidR="00CB54DF" w:rsidRPr="00ED6934" w:rsidRDefault="00ED6934">
                      <w:pPr>
                        <w:pStyle w:val="WebSiteAddress"/>
                        <w:rPr>
                          <w:sz w:val="32"/>
                          <w:szCs w:val="32"/>
                        </w:rPr>
                      </w:pPr>
                      <w:r>
                        <w:rPr>
                          <w:sz w:val="32"/>
                          <w:szCs w:val="32"/>
                        </w:rPr>
                        <w:t xml:space="preserve">                </w:t>
                      </w:r>
                    </w:p>
                  </w:txbxContent>
                </v:textbox>
                <w10:wrap anchorx="page" anchory="margin"/>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6571615</wp:posOffset>
                </wp:positionH>
                <wp:positionV relativeFrom="paragraph">
                  <wp:posOffset>2286000</wp:posOffset>
                </wp:positionV>
                <wp:extent cx="2560320" cy="300990"/>
                <wp:effectExtent l="0" t="0" r="2540" b="381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id w:val="71674640"/>
                              <w:placeholder>
                                <w:docPart w:val="0EC5148409A34FD786B42263E2465809"/>
                              </w:placeholder>
                              <w:temporary/>
                              <w:showingPlcHdr/>
                            </w:sdtPr>
                            <w:sdtEndPr/>
                            <w:sdtContent>
                              <w:p w:rsidR="00CB54DF" w:rsidRDefault="00DC66B0">
                                <w:pPr>
                                  <w:pStyle w:val="BrochureSubtitle"/>
                                </w:pPr>
                                <w:r>
                                  <w:t>[Future Solutions Now]</w:t>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517.45pt;margin-top:180pt;width:201.6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" filled="f" stroked="f">
                <v:textbox>
                  <w:txbxContent>
                    <w:sdt>
                      <w:sdtPr>
                        <w:id w:val="71674640"/>
                        <w:placeholder>
                          <w:docPart w:val="0EC5148409A34FD786B42263E2465809"/>
                        </w:placeholder>
                        <w:temporary/>
                        <w:showingPlcHdr/>
                      </w:sdtPr>
                      <w:sdtEndPr/>
                      <w:sdtContent>
                        <w:p w:rsidR="00CB54DF" w:rsidRDefault="00DC66B0">
                          <w:pPr>
                            <w:pStyle w:val="BrochureSubtitle"/>
                          </w:pPr>
                          <w:r>
                            <w:t>[Future Solutions Now]</w:t>
                          </w:r>
                        </w:p>
                      </w:sdtContent>
                    </w:sdt>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margin">
                  <wp:align>bottom</wp:align>
                </wp:positionV>
                <wp:extent cx="2560320" cy="4271010"/>
                <wp:effectExtent l="6985" t="0" r="4445"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4271010"/>
                        </a:xfrm>
                        <a:prstGeom prst="rect">
                          <a:avLst/>
                        </a:prstGeom>
                        <a:gradFill rotWithShape="0">
                          <a:gsLst>
                            <a:gs pos="0">
                              <a:schemeClr val="bg2">
                                <a:lumMod val="50000"/>
                                <a:lumOff val="0"/>
                                <a:alpha val="0"/>
                              </a:schemeClr>
                            </a:gs>
                            <a:gs pos="100000">
                              <a:schemeClr val="bg2">
                                <a:lumMod val="90000"/>
                                <a:lumOff val="0"/>
                              </a:schemeClr>
                            </a:gs>
                          </a:gsLst>
                          <a:path path="rect">
                            <a:fillToRect t="100000" r="100000"/>
                          </a:path>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4DF" w:rsidRDefault="00CB54DF">
                            <w:pPr>
                              <w:pStyle w:val="BrochureSubtitle2"/>
                            </w:pPr>
                          </w:p>
                        </w:txbxContent>
                      </wps:txbx>
                      <wps:bodyPr rot="0" vert="horz" wrap="square" lIns="91440" tIns="3200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2" style="position:absolute;margin-left:150.4pt;margin-top:0;width:201.6pt;height:336.3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" fillcolor="#938953 [1614]" stroked="f">
                <v:fill opacity="0" color2="#ddd8c2 [2894]" focusposition=",1" focussize="" focus="100%" type="gradientRadial">
                  <o:fill v:ext="view" type="gradientCenter"/>
                </v:fill>
                <v:textbox inset=",252pt">
                  <w:txbxContent>
                    <w:p w:rsidR="00CB54DF" w:rsidRDefault="00CB54DF">
                      <w:pPr>
                        <w:pStyle w:val="BrochureSubtitle2"/>
                      </w:pPr>
                    </w:p>
                  </w:txbxContent>
                </v:textbox>
                <w10:wrap anchorx="margin" anchory="margin"/>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2560320" cy="2286000"/>
                <wp:effectExtent l="0" t="0" r="4445"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0320" cy="2286000"/>
                        </a:xfrm>
                        <a:prstGeom prst="rect">
                          <a:avLst/>
                        </a:prstGeom>
                        <a:gradFill rotWithShape="0">
                          <a:gsLst>
                            <a:gs pos="0">
                              <a:schemeClr val="accent1">
                                <a:lumMod val="100000"/>
                                <a:lumOff val="0"/>
                              </a:schemeClr>
                            </a:gs>
                            <a:gs pos="100000">
                              <a:schemeClr val="accent1">
                                <a:lumMod val="40000"/>
                                <a:lumOff val="60000"/>
                              </a:schemeClr>
                            </a:gs>
                          </a:gsLst>
                          <a:path path="rect">
                            <a:fillToRect t="100000" r="100000"/>
                          </a:path>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54DF" w:rsidRDefault="007E1466">
                            <w:r>
                              <w:rPr>
                                <w:noProof/>
                              </w:rPr>
                              <w:drawing>
                                <wp:inline distT="0" distB="0" distL="0" distR="0">
                                  <wp:extent cx="2381250" cy="1790700"/>
                                  <wp:effectExtent l="0" t="0" r="0" b="0"/>
                                  <wp:docPr id="3" name="Picture 3" descr="C:\Users\files\Pictures\map of fr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les\Pictures\map of franc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7440" cy="178783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3" style="position:absolute;margin-left:150.4pt;margin-top:0;width:201.6pt;height:180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" fillcolor="#4f81bd [3204]" stroked="f">
                <v:fill color2="#b8cce4 [1300]" focusposition=",1" focussize="" focus="100%" type="gradientRadial">
                  <o:fill v:ext="view" type="gradientCenter"/>
                </v:fill>
                <v:textbox>
                  <w:txbxContent>
                    <w:p w:rsidR="00CB54DF" w:rsidRDefault="007E1466">
                      <w:r>
                        <w:rPr>
                          <w:noProof/>
                        </w:rPr>
                        <w:drawing>
                          <wp:inline distT="0" distB="0" distL="0" distR="0">
                            <wp:extent cx="2381250" cy="1790700"/>
                            <wp:effectExtent l="0" t="0" r="0" b="0"/>
                            <wp:docPr id="3" name="Picture 3" descr="C:\Users\files\Pictures\map of fr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iles\Pictures\map of franc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77440" cy="1787835"/>
                                    </a:xfrm>
                                    <a:prstGeom prst="rect">
                                      <a:avLst/>
                                    </a:prstGeom>
                                    <a:noFill/>
                                    <a:ln>
                                      <a:noFill/>
                                    </a:ln>
                                  </pic:spPr>
                                </pic:pic>
                              </a:graphicData>
                            </a:graphic>
                          </wp:inline>
                        </w:drawing>
                      </w:r>
                    </w:p>
                  </w:txbxContent>
                </v:textbox>
                <w10:wrap anchorx="margin" anchory="margin"/>
              </v:rect>
            </w:pict>
          </mc:Fallback>
        </mc:AlternateContent>
      </w:r>
    </w:p>
    <w:p w:rsidR="00CB54DF" w:rsidRDefault="00CB54DF" w:rsidP="00AC3E30">
      <w:pPr>
        <w:pStyle w:val="BrochureCopy"/>
      </w:pPr>
    </w:p>
    <w:p w:rsidR="00087618" w:rsidRDefault="00087618">
      <w:pPr>
        <w:pStyle w:val="BrochureCopy"/>
      </w:pPr>
      <w:bookmarkStart w:id="0" w:name="_GoBack"/>
      <w:bookmarkEnd w:id="0"/>
    </w:p>
    <w:sectPr w:rsidR="00087618" w:rsidSect="00CB54DF">
      <w:pgSz w:w="15840" w:h="12240" w:orient="landscape"/>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dobe Gothic Std B">
    <w:panose1 w:val="00000000000000000000"/>
    <w:charset w:val="80"/>
    <w:family w:val="swiss"/>
    <w:notTrueType/>
    <w:pitch w:val="variable"/>
    <w:sig w:usb0="00000203" w:usb1="29D72C10" w:usb2="00000010" w:usb3="00000000" w:csb0="002A0005" w:csb1="00000000"/>
  </w:font>
  <w:font w:name="Adventure">
    <w:panose1 w:val="02000500000000000000"/>
    <w:charset w:val="00"/>
    <w:family w:val="auto"/>
    <w:pitch w:val="variable"/>
    <w:sig w:usb0="800000A7" w:usb1="5000004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CDA7CA8"/>
    <w:multiLevelType w:val="hybridMultilevel"/>
    <w:tmpl w:val="EC065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491A97"/>
    <w:multiLevelType w:val="multilevel"/>
    <w:tmpl w:val="96C0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43C"/>
    <w:rsid w:val="00087618"/>
    <w:rsid w:val="002069C8"/>
    <w:rsid w:val="0022743C"/>
    <w:rsid w:val="00442D58"/>
    <w:rsid w:val="007E1466"/>
    <w:rsid w:val="00AC3E30"/>
    <w:rsid w:val="00B84EBF"/>
    <w:rsid w:val="00CB54DF"/>
    <w:rsid w:val="00DC66B0"/>
    <w:rsid w:val="00ED6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692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692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6923C" w:themeColor="accent3" w:themeShade="BF"/>
      <w:sz w:val="20"/>
    </w:rPr>
  </w:style>
  <w:style w:type="paragraph" w:customStyle="1" w:styleId="BrochureCaption">
    <w:name w:val="Brochure Caption"/>
    <w:basedOn w:val="Normal"/>
    <w:qFormat/>
    <w:rsid w:val="00CB54DF"/>
    <w:pPr>
      <w:spacing w:after="0" w:line="432" w:lineRule="auto"/>
    </w:pPr>
    <w:rPr>
      <w:i/>
      <w:color w:val="7692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 w:type="paragraph" w:styleId="NormalWeb">
    <w:name w:val="Normal (Web)"/>
    <w:basedOn w:val="Normal"/>
    <w:uiPriority w:val="99"/>
    <w:semiHidden/>
    <w:unhideWhenUsed/>
    <w:rsid w:val="002069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 w:unhideWhenUsed="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Title">
    <w:name w:val="Brochure Title"/>
    <w:basedOn w:val="Normal"/>
    <w:qFormat/>
    <w:rsid w:val="00CB54DF"/>
    <w:pPr>
      <w:spacing w:line="312" w:lineRule="auto"/>
      <w:jc w:val="both"/>
    </w:pPr>
    <w:rPr>
      <w:rFonts w:asciiTheme="majorHAnsi" w:hAnsiTheme="majorHAnsi"/>
      <w:color w:val="4F81BD" w:themeColor="accent1"/>
      <w:sz w:val="32"/>
    </w:rPr>
  </w:style>
  <w:style w:type="paragraph" w:customStyle="1" w:styleId="8A2A7A62B8364C6DA158E52967F32244">
    <w:name w:val="8A2A7A62B8364C6DA158E52967F32244"/>
    <w:rsid w:val="00CB54DF"/>
    <w:pPr>
      <w:spacing w:before="240" w:after="80"/>
      <w:outlineLvl w:val="1"/>
    </w:pPr>
    <w:rPr>
      <w:rFonts w:asciiTheme="majorHAnsi" w:hAnsiTheme="majorHAnsi"/>
      <w:color w:val="4F81BD" w:themeColor="accent1"/>
    </w:rPr>
  </w:style>
  <w:style w:type="paragraph" w:styleId="Title">
    <w:name w:val="Title"/>
    <w:basedOn w:val="Normal"/>
    <w:link w:val="TitleChar"/>
    <w:uiPriority w:val="4"/>
    <w:semiHidden/>
    <w:unhideWhenUsed/>
    <w:qFormat/>
    <w:rsid w:val="00CB54DF"/>
    <w:pPr>
      <w:spacing w:after="0" w:line="312" w:lineRule="auto"/>
      <w:jc w:val="both"/>
    </w:pPr>
    <w:rPr>
      <w:rFonts w:asciiTheme="majorHAnsi" w:eastAsiaTheme="majorEastAsia" w:hAnsiTheme="majorHAnsi" w:cstheme="majorHAnsi"/>
      <w:b/>
      <w:bCs/>
      <w:color w:val="4F81BD" w:themeColor="accent1"/>
      <w:kern w:val="28"/>
      <w:sz w:val="32"/>
      <w:szCs w:val="52"/>
    </w:rPr>
  </w:style>
  <w:style w:type="character" w:customStyle="1" w:styleId="TitleChar">
    <w:name w:val="Title Char"/>
    <w:basedOn w:val="DefaultParagraphFont"/>
    <w:link w:val="Title"/>
    <w:uiPriority w:val="4"/>
    <w:semiHidden/>
    <w:rsid w:val="00CB54DF"/>
    <w:rPr>
      <w:rFonts w:asciiTheme="majorHAnsi" w:eastAsiaTheme="majorEastAsia" w:hAnsiTheme="majorHAnsi" w:cstheme="majorHAnsi"/>
      <w:b/>
      <w:bCs/>
      <w:color w:val="4F81BD" w:themeColor="accent1"/>
      <w:kern w:val="28"/>
      <w:sz w:val="32"/>
      <w:szCs w:val="52"/>
    </w:rPr>
  </w:style>
  <w:style w:type="paragraph" w:styleId="Caption">
    <w:name w:val="caption"/>
    <w:basedOn w:val="Normal"/>
    <w:next w:val="Normal"/>
    <w:uiPriority w:val="35"/>
    <w:semiHidden/>
    <w:unhideWhenUsed/>
    <w:qFormat/>
    <w:rsid w:val="00CB54DF"/>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CB54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4DF"/>
    <w:rPr>
      <w:rFonts w:ascii="Tahoma" w:hAnsi="Tahoma" w:cs="Tahoma"/>
      <w:sz w:val="16"/>
      <w:szCs w:val="16"/>
    </w:rPr>
  </w:style>
  <w:style w:type="paragraph" w:customStyle="1" w:styleId="BrochureSubtitle">
    <w:name w:val="Brochure Subtitle"/>
    <w:basedOn w:val="Normal"/>
    <w:qFormat/>
    <w:rsid w:val="00CB54DF"/>
    <w:pPr>
      <w:spacing w:before="60" w:after="120" w:line="240" w:lineRule="auto"/>
      <w:jc w:val="both"/>
    </w:pPr>
    <w:rPr>
      <w:i/>
      <w:color w:val="76923C" w:themeColor="accent3" w:themeShade="BF"/>
      <w:sz w:val="20"/>
    </w:rPr>
  </w:style>
  <w:style w:type="paragraph" w:customStyle="1" w:styleId="BrochureSubtitle2">
    <w:name w:val="Brochure Subtitle 2"/>
    <w:basedOn w:val="Normal"/>
    <w:qFormat/>
    <w:rsid w:val="00CB54DF"/>
    <w:pPr>
      <w:spacing w:before="120" w:after="120" w:line="384" w:lineRule="auto"/>
    </w:pPr>
    <w:rPr>
      <w:i/>
      <w:color w:val="76923C" w:themeColor="accent3" w:themeShade="BF"/>
      <w:sz w:val="20"/>
    </w:rPr>
  </w:style>
  <w:style w:type="paragraph" w:customStyle="1" w:styleId="SectionHeading2">
    <w:name w:val="Section Heading 2"/>
    <w:basedOn w:val="Normal"/>
    <w:qFormat/>
    <w:rsid w:val="00CB54DF"/>
    <w:pPr>
      <w:spacing w:before="240" w:after="80"/>
      <w:outlineLvl w:val="1"/>
    </w:pPr>
    <w:rPr>
      <w:rFonts w:asciiTheme="majorHAnsi" w:hAnsiTheme="majorHAnsi"/>
      <w:color w:val="4F81BD" w:themeColor="accent1"/>
    </w:rPr>
  </w:style>
  <w:style w:type="paragraph" w:customStyle="1" w:styleId="BrochureCopy">
    <w:name w:val="Brochure Copy"/>
    <w:basedOn w:val="Normal"/>
    <w:qFormat/>
    <w:rsid w:val="00CB54DF"/>
    <w:pPr>
      <w:spacing w:after="120" w:line="300" w:lineRule="auto"/>
    </w:pPr>
    <w:rPr>
      <w:sz w:val="18"/>
    </w:rPr>
  </w:style>
  <w:style w:type="paragraph" w:customStyle="1" w:styleId="SectionHeading1">
    <w:name w:val="Section Heading 1"/>
    <w:basedOn w:val="SectionHeading2"/>
    <w:qFormat/>
    <w:rsid w:val="00CB54DF"/>
    <w:rPr>
      <w:sz w:val="28"/>
    </w:rPr>
  </w:style>
  <w:style w:type="paragraph" w:customStyle="1" w:styleId="CaptionHeading">
    <w:name w:val="Caption Heading"/>
    <w:basedOn w:val="Normal"/>
    <w:qFormat/>
    <w:rsid w:val="00CB54DF"/>
    <w:pPr>
      <w:spacing w:after="120" w:line="312" w:lineRule="auto"/>
    </w:pPr>
    <w:rPr>
      <w:rFonts w:asciiTheme="majorHAnsi" w:hAnsiTheme="majorHAnsi"/>
      <w:color w:val="76923C" w:themeColor="accent3" w:themeShade="BF"/>
      <w:sz w:val="20"/>
    </w:rPr>
  </w:style>
  <w:style w:type="paragraph" w:customStyle="1" w:styleId="BrochureCaption">
    <w:name w:val="Brochure Caption"/>
    <w:basedOn w:val="Normal"/>
    <w:qFormat/>
    <w:rsid w:val="00CB54DF"/>
    <w:pPr>
      <w:spacing w:after="0" w:line="432" w:lineRule="auto"/>
    </w:pPr>
    <w:rPr>
      <w:i/>
      <w:color w:val="76923C" w:themeColor="accent3" w:themeShade="BF"/>
      <w:sz w:val="18"/>
    </w:rPr>
  </w:style>
  <w:style w:type="paragraph" w:customStyle="1" w:styleId="ContactInformation">
    <w:name w:val="Contact Information"/>
    <w:basedOn w:val="Normal"/>
    <w:qFormat/>
    <w:rsid w:val="00CB54DF"/>
    <w:pPr>
      <w:spacing w:after="0"/>
    </w:pPr>
    <w:rPr>
      <w:color w:val="4F81BD" w:themeColor="accent1"/>
      <w:sz w:val="18"/>
    </w:rPr>
  </w:style>
  <w:style w:type="paragraph" w:customStyle="1" w:styleId="ContactInformationHeading">
    <w:name w:val="Contact Information Heading"/>
    <w:basedOn w:val="Normal"/>
    <w:qFormat/>
    <w:rsid w:val="00CB54DF"/>
    <w:pPr>
      <w:spacing w:before="240" w:after="80"/>
    </w:pPr>
    <w:rPr>
      <w:rFonts w:asciiTheme="majorHAnsi" w:hAnsiTheme="majorHAnsi"/>
      <w:color w:val="4F81BD" w:themeColor="accent1"/>
    </w:rPr>
  </w:style>
  <w:style w:type="paragraph" w:customStyle="1" w:styleId="WebSiteAddress">
    <w:name w:val="Web Site Address"/>
    <w:basedOn w:val="Normal"/>
    <w:qFormat/>
    <w:rsid w:val="00CB54DF"/>
    <w:pPr>
      <w:spacing w:before="240" w:after="80"/>
    </w:pPr>
    <w:rPr>
      <w:color w:val="4F81BD" w:themeColor="accent1"/>
    </w:rPr>
  </w:style>
  <w:style w:type="paragraph" w:customStyle="1" w:styleId="BrochureList">
    <w:name w:val="Brochure List"/>
    <w:basedOn w:val="BrochureCopy"/>
    <w:qFormat/>
    <w:rsid w:val="00CB54DF"/>
    <w:pPr>
      <w:numPr>
        <w:numId w:val="1"/>
      </w:numPr>
    </w:pPr>
  </w:style>
  <w:style w:type="paragraph" w:customStyle="1" w:styleId="D3698C1BF2294BD59E4F83170C820D561">
    <w:name w:val="D3698C1BF2294BD59E4F83170C820D561"/>
    <w:rsid w:val="00CB54DF"/>
    <w:pPr>
      <w:spacing w:before="240" w:after="80"/>
      <w:outlineLvl w:val="1"/>
    </w:pPr>
    <w:rPr>
      <w:rFonts w:asciiTheme="majorHAnsi" w:hAnsiTheme="majorHAnsi"/>
      <w:color w:val="4F81BD" w:themeColor="accent1"/>
    </w:rPr>
  </w:style>
  <w:style w:type="paragraph" w:customStyle="1" w:styleId="64BDA2DDABEB45E6A11282D2E8E1D23E">
    <w:name w:val="64BDA2DDABEB45E6A11282D2E8E1D23E"/>
    <w:rsid w:val="00CB54DF"/>
    <w:pPr>
      <w:spacing w:before="240" w:after="80"/>
    </w:pPr>
    <w:rPr>
      <w:color w:val="4F81BD" w:themeColor="accent1"/>
    </w:rPr>
  </w:style>
  <w:style w:type="character" w:styleId="PlaceholderText">
    <w:name w:val="Placeholder Text"/>
    <w:basedOn w:val="DefaultParagraphFont"/>
    <w:uiPriority w:val="99"/>
    <w:semiHidden/>
    <w:rsid w:val="00B84EBF"/>
    <w:rPr>
      <w:color w:val="808080"/>
    </w:rPr>
  </w:style>
  <w:style w:type="paragraph" w:styleId="NormalWeb">
    <w:name w:val="Normal (Web)"/>
    <w:basedOn w:val="Normal"/>
    <w:uiPriority w:val="99"/>
    <w:semiHidden/>
    <w:unhideWhenUsed/>
    <w:rsid w:val="002069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58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les\AppData\Roaming\Microsoft\Templates\Brochure.dotx" TargetMode="Externa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F29C07EF5084C8A84D038C1FDFC4343"/>
        <w:category>
          <w:name w:val="General"/>
          <w:gallery w:val="placeholder"/>
        </w:category>
        <w:types>
          <w:type w:val="bbPlcHdr"/>
        </w:types>
        <w:behaviors>
          <w:behavior w:val="content"/>
        </w:behaviors>
        <w:guid w:val="{F7989793-5042-4DE2-AE35-E78E68D70DC9}"/>
      </w:docPartPr>
      <w:docPartBody>
        <w:p w:rsidR="00000000" w:rsidRDefault="00BD232B">
          <w:pPr>
            <w:pStyle w:val="4F29C07EF5084C8A84D038C1FDFC4343"/>
          </w:pPr>
          <w:r>
            <w:t>[Adventure Works]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udy Stout">
    <w:panose1 w:val="0202090407030B020401"/>
    <w:charset w:val="00"/>
    <w:family w:val="roman"/>
    <w:pitch w:val="variable"/>
    <w:sig w:usb0="00000003" w:usb1="00000000" w:usb2="00000000" w:usb3="00000000" w:csb0="00000001" w:csb1="00000000"/>
  </w:font>
  <w:font w:name="Adobe Gothic Std B">
    <w:panose1 w:val="00000000000000000000"/>
    <w:charset w:val="80"/>
    <w:family w:val="swiss"/>
    <w:notTrueType/>
    <w:pitch w:val="variable"/>
    <w:sig w:usb0="00000203" w:usb1="29D72C10" w:usb2="00000010" w:usb3="00000000" w:csb0="002A0005" w:csb1="00000000"/>
  </w:font>
  <w:font w:name="Adventure">
    <w:panose1 w:val="02000500000000000000"/>
    <w:charset w:val="00"/>
    <w:family w:val="auto"/>
    <w:pitch w:val="variable"/>
    <w:sig w:usb0="800000A7" w:usb1="5000004A" w:usb2="00000000" w:usb3="00000000" w:csb0="00000001"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D0BB1"/>
    <w:multiLevelType w:val="hybridMultilevel"/>
    <w:tmpl w:val="D2F20380"/>
    <w:lvl w:ilvl="0" w:tplc="B61A71D8">
      <w:start w:val="1"/>
      <w:numFmt w:val="decimal"/>
      <w:pStyle w:val="Brochure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32B"/>
    <w:rsid w:val="00BD2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CEC19971594CA7B3A9B0D029255BDF">
    <w:name w:val="D0CEC19971594CA7B3A9B0D029255BDF"/>
  </w:style>
  <w:style w:type="paragraph" w:customStyle="1" w:styleId="BrochureCopy">
    <w:name w:val="Brochure Copy"/>
    <w:basedOn w:val="Normal"/>
    <w:qFormat/>
    <w:pPr>
      <w:spacing w:after="120" w:line="300" w:lineRule="auto"/>
    </w:pPr>
    <w:rPr>
      <w:rFonts w:eastAsiaTheme="minorHAnsi"/>
      <w:sz w:val="18"/>
    </w:rPr>
  </w:style>
  <w:style w:type="paragraph" w:customStyle="1" w:styleId="30FFE4CD60384B1AA050986CAD6896A8">
    <w:name w:val="30FFE4CD60384B1AA050986CAD6896A8"/>
  </w:style>
  <w:style w:type="paragraph" w:customStyle="1" w:styleId="09C27CFEB3CC4DCBA8E1310D98914977">
    <w:name w:val="09C27CFEB3CC4DCBA8E1310D98914977"/>
  </w:style>
  <w:style w:type="paragraph" w:customStyle="1" w:styleId="47316FF8B44F4AEC84882501551ED783">
    <w:name w:val="47316FF8B44F4AEC84882501551ED783"/>
  </w:style>
  <w:style w:type="paragraph" w:customStyle="1" w:styleId="0E9F02B02D63420BA79E43E865D2FE66">
    <w:name w:val="0E9F02B02D63420BA79E43E865D2FE66"/>
  </w:style>
  <w:style w:type="paragraph" w:customStyle="1" w:styleId="453563C1C36A46D99358E403D9D0CBA2">
    <w:name w:val="453563C1C36A46D99358E403D9D0CBA2"/>
  </w:style>
  <w:style w:type="paragraph" w:customStyle="1" w:styleId="302318ED077344729F5ED6D74055EE3C">
    <w:name w:val="302318ED077344729F5ED6D74055EE3C"/>
  </w:style>
  <w:style w:type="paragraph" w:customStyle="1" w:styleId="516A1B3BA57A45AFADA73FEAA326A95F">
    <w:name w:val="516A1B3BA57A45AFADA73FEAA326A95F"/>
  </w:style>
  <w:style w:type="paragraph" w:customStyle="1" w:styleId="6E8D3C8362C946EB95F43BE120E8AA4F">
    <w:name w:val="6E8D3C8362C946EB95F43BE120E8AA4F"/>
  </w:style>
  <w:style w:type="paragraph" w:customStyle="1" w:styleId="6054D4BF6DD247FCAB945A695E771C72">
    <w:name w:val="6054D4BF6DD247FCAB945A695E771C72"/>
  </w:style>
  <w:style w:type="paragraph" w:customStyle="1" w:styleId="FCE6FD69FD8840F9A0CF1E7F77578BCB">
    <w:name w:val="FCE6FD69FD8840F9A0CF1E7F77578BCB"/>
  </w:style>
  <w:style w:type="paragraph" w:customStyle="1" w:styleId="CAB3B4863E524AE5BBCE57B4D9CA5C8B">
    <w:name w:val="CAB3B4863E524AE5BBCE57B4D9CA5C8B"/>
  </w:style>
  <w:style w:type="paragraph" w:customStyle="1" w:styleId="AD3A76E7ADCF42329CE07934B58872B3">
    <w:name w:val="AD3A76E7ADCF42329CE07934B58872B3"/>
  </w:style>
  <w:style w:type="paragraph" w:customStyle="1" w:styleId="4521C1C22BEA411583EF2EE9F5FFE634">
    <w:name w:val="4521C1C22BEA411583EF2EE9F5FFE634"/>
  </w:style>
  <w:style w:type="paragraph" w:customStyle="1" w:styleId="2FC90BF8D9F94412BD467C6EE7203938">
    <w:name w:val="2FC90BF8D9F94412BD467C6EE7203938"/>
  </w:style>
  <w:style w:type="paragraph" w:customStyle="1" w:styleId="4F29C07EF5084C8A84D038C1FDFC4343">
    <w:name w:val="4F29C07EF5084C8A84D038C1FDFC4343"/>
  </w:style>
  <w:style w:type="paragraph" w:customStyle="1" w:styleId="0EC5148409A34FD786B42263E2465809">
    <w:name w:val="0EC5148409A34FD786B42263E2465809"/>
  </w:style>
  <w:style w:type="paragraph" w:customStyle="1" w:styleId="EE6D94D841AD44188D9617F99B213BA8">
    <w:name w:val="EE6D94D841AD44188D9617F99B213BA8"/>
  </w:style>
  <w:style w:type="paragraph" w:customStyle="1" w:styleId="6FD319865230472A95560649C6578F59">
    <w:name w:val="6FD319865230472A95560649C6578F59"/>
  </w:style>
  <w:style w:type="paragraph" w:customStyle="1" w:styleId="CF8D6E05A7EF401CBB80D5DE8E36E1FA">
    <w:name w:val="CF8D6E05A7EF401CBB80D5DE8E36E1FA"/>
  </w:style>
  <w:style w:type="paragraph" w:customStyle="1" w:styleId="52F89CC3A31D4F1C9CB0CC17F0498E79">
    <w:name w:val="52F89CC3A31D4F1C9CB0CC17F0498E79"/>
  </w:style>
  <w:style w:type="paragraph" w:customStyle="1" w:styleId="C809AE4D35C14B039491B2262961E53D">
    <w:name w:val="C809AE4D35C14B039491B2262961E53D"/>
  </w:style>
  <w:style w:type="paragraph" w:customStyle="1" w:styleId="BrochureSubtitle2">
    <w:name w:val="Brochure Subtitle 2"/>
    <w:basedOn w:val="Normal"/>
    <w:qFormat/>
    <w:pPr>
      <w:spacing w:before="120" w:after="120" w:line="384" w:lineRule="auto"/>
    </w:pPr>
    <w:rPr>
      <w:rFonts w:eastAsiaTheme="minorHAnsi"/>
      <w:i/>
      <w:color w:val="76923C" w:themeColor="accent3" w:themeShade="BF"/>
      <w:sz w:val="20"/>
    </w:rPr>
  </w:style>
  <w:style w:type="paragraph" w:customStyle="1" w:styleId="CA8EE86604C347FAA52CA8C39F117855">
    <w:name w:val="CA8EE86604C347FAA52CA8C39F117855"/>
  </w:style>
  <w:style w:type="paragraph" w:customStyle="1" w:styleId="C5E719BC9551462F8728788BF605D630">
    <w:name w:val="C5E719BC9551462F8728788BF605D630"/>
  </w:style>
  <w:style w:type="paragraph" w:customStyle="1" w:styleId="426EBB5EB2B04D498D49C07FABF86B2D">
    <w:name w:val="426EBB5EB2B04D498D49C07FABF86B2D"/>
  </w:style>
  <w:style w:type="paragraph" w:customStyle="1" w:styleId="BrochureList">
    <w:name w:val="Brochure List"/>
    <w:basedOn w:val="Normal"/>
    <w:qFormat/>
    <w:pPr>
      <w:numPr>
        <w:numId w:val="1"/>
      </w:numPr>
      <w:spacing w:after="120" w:line="300" w:lineRule="auto"/>
    </w:pPr>
    <w:rPr>
      <w:rFonts w:eastAsiaTheme="minorHAnsi"/>
      <w:sz w:val="18"/>
    </w:rPr>
  </w:style>
  <w:style w:type="paragraph" w:customStyle="1" w:styleId="0090EE27D5EE4B4BAB4B627381B15FE9">
    <w:name w:val="0090EE27D5EE4B4BAB4B627381B15FE9"/>
  </w:style>
  <w:style w:type="paragraph" w:customStyle="1" w:styleId="B4487494EE2D460C9EDA7A08C04B36E1">
    <w:name w:val="B4487494EE2D460C9EDA7A08C04B36E1"/>
  </w:style>
  <w:style w:type="paragraph" w:customStyle="1" w:styleId="892E8B9660E5489BBDD3CB821BAE112A">
    <w:name w:val="892E8B9660E5489BBDD3CB821BAE112A"/>
  </w:style>
  <w:style w:type="paragraph" w:customStyle="1" w:styleId="230EA07D32F74A86BE6210F51A6C8367">
    <w:name w:val="230EA07D32F74A86BE6210F51A6C8367"/>
  </w:style>
  <w:style w:type="paragraph" w:customStyle="1" w:styleId="AF4DEA9EDC4143F4BCF71E0440471122">
    <w:name w:val="AF4DEA9EDC4143F4BCF71E04404711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CEC19971594CA7B3A9B0D029255BDF">
    <w:name w:val="D0CEC19971594CA7B3A9B0D029255BDF"/>
  </w:style>
  <w:style w:type="paragraph" w:customStyle="1" w:styleId="BrochureCopy">
    <w:name w:val="Brochure Copy"/>
    <w:basedOn w:val="Normal"/>
    <w:qFormat/>
    <w:pPr>
      <w:spacing w:after="120" w:line="300" w:lineRule="auto"/>
    </w:pPr>
    <w:rPr>
      <w:rFonts w:eastAsiaTheme="minorHAnsi"/>
      <w:sz w:val="18"/>
    </w:rPr>
  </w:style>
  <w:style w:type="paragraph" w:customStyle="1" w:styleId="30FFE4CD60384B1AA050986CAD6896A8">
    <w:name w:val="30FFE4CD60384B1AA050986CAD6896A8"/>
  </w:style>
  <w:style w:type="paragraph" w:customStyle="1" w:styleId="09C27CFEB3CC4DCBA8E1310D98914977">
    <w:name w:val="09C27CFEB3CC4DCBA8E1310D98914977"/>
  </w:style>
  <w:style w:type="paragraph" w:customStyle="1" w:styleId="47316FF8B44F4AEC84882501551ED783">
    <w:name w:val="47316FF8B44F4AEC84882501551ED783"/>
  </w:style>
  <w:style w:type="paragraph" w:customStyle="1" w:styleId="0E9F02B02D63420BA79E43E865D2FE66">
    <w:name w:val="0E9F02B02D63420BA79E43E865D2FE66"/>
  </w:style>
  <w:style w:type="paragraph" w:customStyle="1" w:styleId="453563C1C36A46D99358E403D9D0CBA2">
    <w:name w:val="453563C1C36A46D99358E403D9D0CBA2"/>
  </w:style>
  <w:style w:type="paragraph" w:customStyle="1" w:styleId="302318ED077344729F5ED6D74055EE3C">
    <w:name w:val="302318ED077344729F5ED6D74055EE3C"/>
  </w:style>
  <w:style w:type="paragraph" w:customStyle="1" w:styleId="516A1B3BA57A45AFADA73FEAA326A95F">
    <w:name w:val="516A1B3BA57A45AFADA73FEAA326A95F"/>
  </w:style>
  <w:style w:type="paragraph" w:customStyle="1" w:styleId="6E8D3C8362C946EB95F43BE120E8AA4F">
    <w:name w:val="6E8D3C8362C946EB95F43BE120E8AA4F"/>
  </w:style>
  <w:style w:type="paragraph" w:customStyle="1" w:styleId="6054D4BF6DD247FCAB945A695E771C72">
    <w:name w:val="6054D4BF6DD247FCAB945A695E771C72"/>
  </w:style>
  <w:style w:type="paragraph" w:customStyle="1" w:styleId="FCE6FD69FD8840F9A0CF1E7F77578BCB">
    <w:name w:val="FCE6FD69FD8840F9A0CF1E7F77578BCB"/>
  </w:style>
  <w:style w:type="paragraph" w:customStyle="1" w:styleId="CAB3B4863E524AE5BBCE57B4D9CA5C8B">
    <w:name w:val="CAB3B4863E524AE5BBCE57B4D9CA5C8B"/>
  </w:style>
  <w:style w:type="paragraph" w:customStyle="1" w:styleId="AD3A76E7ADCF42329CE07934B58872B3">
    <w:name w:val="AD3A76E7ADCF42329CE07934B58872B3"/>
  </w:style>
  <w:style w:type="paragraph" w:customStyle="1" w:styleId="4521C1C22BEA411583EF2EE9F5FFE634">
    <w:name w:val="4521C1C22BEA411583EF2EE9F5FFE634"/>
  </w:style>
  <w:style w:type="paragraph" w:customStyle="1" w:styleId="2FC90BF8D9F94412BD467C6EE7203938">
    <w:name w:val="2FC90BF8D9F94412BD467C6EE7203938"/>
  </w:style>
  <w:style w:type="paragraph" w:customStyle="1" w:styleId="4F29C07EF5084C8A84D038C1FDFC4343">
    <w:name w:val="4F29C07EF5084C8A84D038C1FDFC4343"/>
  </w:style>
  <w:style w:type="paragraph" w:customStyle="1" w:styleId="0EC5148409A34FD786B42263E2465809">
    <w:name w:val="0EC5148409A34FD786B42263E2465809"/>
  </w:style>
  <w:style w:type="paragraph" w:customStyle="1" w:styleId="EE6D94D841AD44188D9617F99B213BA8">
    <w:name w:val="EE6D94D841AD44188D9617F99B213BA8"/>
  </w:style>
  <w:style w:type="paragraph" w:customStyle="1" w:styleId="6FD319865230472A95560649C6578F59">
    <w:name w:val="6FD319865230472A95560649C6578F59"/>
  </w:style>
  <w:style w:type="paragraph" w:customStyle="1" w:styleId="CF8D6E05A7EF401CBB80D5DE8E36E1FA">
    <w:name w:val="CF8D6E05A7EF401CBB80D5DE8E36E1FA"/>
  </w:style>
  <w:style w:type="paragraph" w:customStyle="1" w:styleId="52F89CC3A31D4F1C9CB0CC17F0498E79">
    <w:name w:val="52F89CC3A31D4F1C9CB0CC17F0498E79"/>
  </w:style>
  <w:style w:type="paragraph" w:customStyle="1" w:styleId="C809AE4D35C14B039491B2262961E53D">
    <w:name w:val="C809AE4D35C14B039491B2262961E53D"/>
  </w:style>
  <w:style w:type="paragraph" w:customStyle="1" w:styleId="BrochureSubtitle2">
    <w:name w:val="Brochure Subtitle 2"/>
    <w:basedOn w:val="Normal"/>
    <w:qFormat/>
    <w:pPr>
      <w:spacing w:before="120" w:after="120" w:line="384" w:lineRule="auto"/>
    </w:pPr>
    <w:rPr>
      <w:rFonts w:eastAsiaTheme="minorHAnsi"/>
      <w:i/>
      <w:color w:val="76923C" w:themeColor="accent3" w:themeShade="BF"/>
      <w:sz w:val="20"/>
    </w:rPr>
  </w:style>
  <w:style w:type="paragraph" w:customStyle="1" w:styleId="CA8EE86604C347FAA52CA8C39F117855">
    <w:name w:val="CA8EE86604C347FAA52CA8C39F117855"/>
  </w:style>
  <w:style w:type="paragraph" w:customStyle="1" w:styleId="C5E719BC9551462F8728788BF605D630">
    <w:name w:val="C5E719BC9551462F8728788BF605D630"/>
  </w:style>
  <w:style w:type="paragraph" w:customStyle="1" w:styleId="426EBB5EB2B04D498D49C07FABF86B2D">
    <w:name w:val="426EBB5EB2B04D498D49C07FABF86B2D"/>
  </w:style>
  <w:style w:type="paragraph" w:customStyle="1" w:styleId="BrochureList">
    <w:name w:val="Brochure List"/>
    <w:basedOn w:val="Normal"/>
    <w:qFormat/>
    <w:pPr>
      <w:numPr>
        <w:numId w:val="1"/>
      </w:numPr>
      <w:spacing w:after="120" w:line="300" w:lineRule="auto"/>
    </w:pPr>
    <w:rPr>
      <w:rFonts w:eastAsiaTheme="minorHAnsi"/>
      <w:sz w:val="18"/>
    </w:rPr>
  </w:style>
  <w:style w:type="paragraph" w:customStyle="1" w:styleId="0090EE27D5EE4B4BAB4B627381B15FE9">
    <w:name w:val="0090EE27D5EE4B4BAB4B627381B15FE9"/>
  </w:style>
  <w:style w:type="paragraph" w:customStyle="1" w:styleId="B4487494EE2D460C9EDA7A08C04B36E1">
    <w:name w:val="B4487494EE2D460C9EDA7A08C04B36E1"/>
  </w:style>
  <w:style w:type="paragraph" w:customStyle="1" w:styleId="892E8B9660E5489BBDD3CB821BAE112A">
    <w:name w:val="892E8B9660E5489BBDD3CB821BAE112A"/>
  </w:style>
  <w:style w:type="paragraph" w:customStyle="1" w:styleId="230EA07D32F74A86BE6210F51A6C8367">
    <w:name w:val="230EA07D32F74A86BE6210F51A6C8367"/>
  </w:style>
  <w:style w:type="paragraph" w:customStyle="1" w:styleId="AF4DEA9EDC4143F4BCF71E0440471122">
    <w:name w:val="AF4DEA9EDC4143F4BCF71E04404711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8F6DC-0ACC-4157-A32B-7F1A83CBFA3C}">
  <ds:schemaRefs>
    <ds:schemaRef ds:uri="http://schemas.microsoft.com/sharepoint/v3/contenttype/forms"/>
  </ds:schemaRefs>
</ds:datastoreItem>
</file>

<file path=customXml/itemProps2.xml><?xml version="1.0" encoding="utf-8"?>
<ds:datastoreItem xmlns:ds="http://schemas.openxmlformats.org/officeDocument/2006/customXml" ds:itemID="{77557410-1544-4036-BA08-63D370F94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Brochure</Template>
  <TotalTime>82</TotalTime>
  <Pages>2</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Brochure (8 1/2 x 11, landscape, 2-fold)</vt:lpstr>
    </vt:vector>
  </TitlesOfParts>
  <Company>Map OF FRANCE</Company>
  <LinksUpToDate>false</LinksUpToDate>
  <CharactersWithSpaces>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Brochure (8 1/2 x 11, landscape, 2-fold)</dc:title>
  <dc:creator>files</dc:creator>
  <cp:lastModifiedBy>files</cp:lastModifiedBy>
  <cp:revision>1</cp:revision>
  <cp:lastPrinted>2006-08-01T17:47:00Z</cp:lastPrinted>
  <dcterms:created xsi:type="dcterms:W3CDTF">2013-10-25T03:28:00Z</dcterms:created>
  <dcterms:modified xsi:type="dcterms:W3CDTF">2013-10-25T04:50:00Z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TC100726679990</vt:lpwstr>
  </property>
</Properties>
</file>